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-666514</wp:posOffset>
                    </wp:positionH>
                    <wp:positionV relativeFrom="page">
                      <wp:posOffset>978196</wp:posOffset>
                    </wp:positionV>
                    <wp:extent cx="7125167" cy="3072810"/>
                    <wp:effectExtent l="19050" t="19050" r="19050" b="1333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07281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65D43" w:rsidRPr="00116596" w:rsidRDefault="00065D43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:rsidR="00065D43" w:rsidRDefault="00065D43" w:rsidP="00055BC9">
                                <w:pPr>
                                  <w:jc w:val="center"/>
                                </w:pPr>
                              </w:p>
                              <w:p w:rsidR="00065D43" w:rsidRDefault="00065D43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065D43" w:rsidRDefault="00065D43" w:rsidP="00491366"/>
                              <w:p w:rsidR="00065D43" w:rsidRPr="00A60406" w:rsidRDefault="00065D43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32"/>
                                    <w:szCs w:val="56"/>
                                  </w:rPr>
                                </w:pPr>
                                <w:r w:rsidRPr="00A60406">
                                  <w:rPr>
                                    <w:rFonts w:ascii="Marianne Light" w:eastAsiaTheme="majorEastAsia" w:hAnsi="Marianne Light" w:cstheme="majorBidi"/>
                                    <w:b/>
                                    <w:color w:val="FFFFFF" w:themeColor="background1"/>
                                    <w:spacing w:val="-20"/>
                                    <w:sz w:val="32"/>
                                    <w:szCs w:val="56"/>
                                    <w:u w:val="single"/>
                                  </w:rPr>
                                  <w:t xml:space="preserve">LOT </w:t>
                                </w:r>
                                <w:r w:rsidR="00A60406" w:rsidRPr="00A60406">
                                  <w:rPr>
                                    <w:rFonts w:ascii="Marianne Light" w:eastAsiaTheme="majorEastAsia" w:hAnsi="Marianne Light" w:cstheme="majorBidi"/>
                                    <w:b/>
                                    <w:color w:val="FFFFFF" w:themeColor="background1"/>
                                    <w:spacing w:val="-20"/>
                                    <w:sz w:val="32"/>
                                    <w:szCs w:val="56"/>
                                    <w:u w:val="single"/>
                                  </w:rPr>
                                  <w:t>2</w:t>
                                </w:r>
                                <w:r w:rsidRPr="00A6040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32"/>
                                    <w:szCs w:val="56"/>
                                  </w:rPr>
                                  <w:t xml:space="preserve"> - Annexe 2</w:t>
                                </w:r>
                                <w:r w:rsidRPr="00A6040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32"/>
                                    <w:szCs w:val="56"/>
                                  </w:rPr>
                                  <w:t> </w:t>
                                </w:r>
                                <w:r w:rsidRPr="00A6040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32"/>
                                    <w:szCs w:val="56"/>
                                  </w:rPr>
                                  <w:t xml:space="preserve">: Liste des équipements, installations et matériels couverts par le présent marché et niveaux de criticité associés, </w:t>
                                </w:r>
                                <w:r w:rsidRPr="00A60406">
                                  <w:rPr>
                                    <w:rFonts w:ascii="Marianne Light" w:eastAsiaTheme="majorEastAsia" w:hAnsi="Marianne Light" w:cstheme="majorBidi"/>
                                    <w:b/>
                                    <w:color w:val="FFFF00"/>
                                    <w:spacing w:val="-20"/>
                                    <w:sz w:val="32"/>
                                    <w:szCs w:val="56"/>
                                  </w:rPr>
                                  <w:t>hors site de Carpiagne.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pt;width:561.05pt;height:241.9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" fillcolor="#54849a [3208]" strokecolor="white [3201]" strokeweight="2.25pt">
                    <v:stroke endcap="round"/>
                    <v:textbox>
                      <w:txbxContent>
                        <w:p w:rsidR="00065D43" w:rsidRPr="00116596" w:rsidRDefault="00065D43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:rsidR="00065D43" w:rsidRDefault="00065D43" w:rsidP="00055BC9">
                          <w:pPr>
                            <w:jc w:val="center"/>
                          </w:pPr>
                        </w:p>
                        <w:p w:rsidR="00065D43" w:rsidRDefault="00065D43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065D43" w:rsidRDefault="00065D43" w:rsidP="00491366"/>
                        <w:p w:rsidR="00065D43" w:rsidRPr="00A60406" w:rsidRDefault="00065D43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32"/>
                              <w:szCs w:val="56"/>
                            </w:rPr>
                          </w:pPr>
                          <w:r w:rsidRPr="00A60406">
                            <w:rPr>
                              <w:rFonts w:ascii="Marianne Light" w:eastAsiaTheme="majorEastAsia" w:hAnsi="Marianne Light" w:cstheme="majorBidi"/>
                              <w:b/>
                              <w:color w:val="FFFFFF" w:themeColor="background1"/>
                              <w:spacing w:val="-20"/>
                              <w:sz w:val="32"/>
                              <w:szCs w:val="56"/>
                              <w:u w:val="single"/>
                            </w:rPr>
                            <w:t xml:space="preserve">LOT </w:t>
                          </w:r>
                          <w:r w:rsidR="00A60406" w:rsidRPr="00A60406">
                            <w:rPr>
                              <w:rFonts w:ascii="Marianne Light" w:eastAsiaTheme="majorEastAsia" w:hAnsi="Marianne Light" w:cstheme="majorBidi"/>
                              <w:b/>
                              <w:color w:val="FFFFFF" w:themeColor="background1"/>
                              <w:spacing w:val="-20"/>
                              <w:sz w:val="32"/>
                              <w:szCs w:val="56"/>
                              <w:u w:val="single"/>
                            </w:rPr>
                            <w:t>2</w:t>
                          </w:r>
                          <w:r w:rsidRPr="00A6040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32"/>
                              <w:szCs w:val="56"/>
                            </w:rPr>
                            <w:t xml:space="preserve"> - Annexe 2</w:t>
                          </w:r>
                          <w:r w:rsidRPr="00A6040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32"/>
                              <w:szCs w:val="56"/>
                            </w:rPr>
                            <w:t> </w:t>
                          </w:r>
                          <w:r w:rsidRPr="00A6040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32"/>
                              <w:szCs w:val="56"/>
                            </w:rPr>
                            <w:t xml:space="preserve">: Liste des équipements, installations et matériels couverts par le présent marché et niveaux de criticité associés, </w:t>
                          </w:r>
                          <w:r w:rsidRPr="00A60406">
                            <w:rPr>
                              <w:rFonts w:ascii="Marianne Light" w:eastAsiaTheme="majorEastAsia" w:hAnsi="Marianne Light" w:cstheme="majorBidi"/>
                              <w:b/>
                              <w:color w:val="FFFF00"/>
                              <w:spacing w:val="-20"/>
                              <w:sz w:val="32"/>
                              <w:szCs w:val="56"/>
                            </w:rPr>
                            <w:t>hors site de Carpiagne.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A21334" w:rsidRPr="009E7EEE" w:rsidRDefault="00A21334" w:rsidP="00A21334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="Arial"/>
              <w:b/>
              <w:sz w:val="22"/>
              <w:szCs w:val="22"/>
            </w:rPr>
          </w:pPr>
          <w:r w:rsidRPr="009E7EEE">
            <w:rPr>
              <w:rFonts w:cs="Arial"/>
              <w:b/>
              <w:sz w:val="22"/>
              <w:szCs w:val="22"/>
              <w:u w:val="single"/>
            </w:rPr>
            <w:t xml:space="preserve">LOT </w:t>
          </w:r>
          <w:r w:rsidR="00A60406">
            <w:rPr>
              <w:rFonts w:cs="Arial"/>
              <w:b/>
              <w:sz w:val="22"/>
              <w:szCs w:val="22"/>
              <w:u w:val="single"/>
            </w:rPr>
            <w:t>2</w:t>
          </w:r>
          <w:r w:rsidRPr="009E7EEE">
            <w:rPr>
              <w:rFonts w:cs="Arial"/>
              <w:b/>
              <w:sz w:val="22"/>
              <w:szCs w:val="22"/>
              <w:u w:val="single"/>
            </w:rPr>
            <w:t xml:space="preserve"> :</w:t>
          </w:r>
          <w:r w:rsidRPr="009E7EEE">
            <w:rPr>
              <w:rFonts w:cs="Arial"/>
              <w:b/>
              <w:sz w:val="22"/>
              <w:szCs w:val="22"/>
            </w:rPr>
            <w:t xml:space="preserve"> </w:t>
          </w:r>
          <w:r w:rsidR="00A60406" w:rsidRPr="00A60406">
            <w:rPr>
              <w:rFonts w:cs="Arial"/>
              <w:sz w:val="22"/>
              <w:szCs w:val="22"/>
            </w:rPr>
            <w:t xml:space="preserve">exploitation et maintenance préventive et corrective des installations d’eau et d’assainissement pour l’ensemble des sites de la base de défense de Marseille – </w:t>
          </w:r>
          <w:bookmarkStart w:id="0" w:name="_GoBack"/>
          <w:bookmarkEnd w:id="0"/>
          <w:r w:rsidR="00A60406" w:rsidRPr="00A60406">
            <w:rPr>
              <w:rFonts w:cs="Arial"/>
              <w:sz w:val="22"/>
              <w:szCs w:val="22"/>
            </w:rPr>
            <w:t>Aubagne.</w:t>
          </w:r>
        </w:p>
        <w:p w:rsidR="00942A94" w:rsidRPr="00D57C4A" w:rsidRDefault="00D57C4A" w:rsidP="00410AFD">
          <w:pPr>
            <w:rPr>
              <w:u w:val="single"/>
            </w:rPr>
          </w:pPr>
          <w:r w:rsidRPr="00D57C4A">
            <w:rPr>
              <w:u w:val="single"/>
            </w:rPr>
            <w:t xml:space="preserve">Précisions </w:t>
          </w:r>
          <w:r w:rsidR="001A7FE7">
            <w:rPr>
              <w:u w:val="single"/>
            </w:rPr>
            <w:t>dans</w:t>
          </w:r>
          <w:r w:rsidRPr="00D57C4A">
            <w:rPr>
              <w:u w:val="single"/>
            </w:rPr>
            <w:t xml:space="preserve"> les commentaires avec les symboles suivants </w:t>
          </w:r>
          <w:r w:rsidR="00942A94" w:rsidRPr="00D57C4A">
            <w:rPr>
              <w:u w:val="single"/>
            </w:rPr>
            <w:t>:</w:t>
          </w:r>
        </w:p>
        <w:p w:rsidR="00942A94" w:rsidRDefault="00D57C4A" w:rsidP="00D57C4A">
          <w:r>
            <w:t xml:space="preserve">(*) Dépannages et petites réparations à effectuer par le titulaire, les grosses réparations </w:t>
          </w:r>
          <w:r w:rsidR="00872415">
            <w:t xml:space="preserve">pourront être </w:t>
          </w:r>
          <w:r>
            <w:t xml:space="preserve">à </w:t>
          </w:r>
          <w:r w:rsidR="00872415">
            <w:t xml:space="preserve">la </w:t>
          </w:r>
          <w:r>
            <w:t>charge des marchés travaux</w:t>
          </w:r>
          <w:r w:rsidR="00CC41CD">
            <w:t xml:space="preserve"> ou autres</w:t>
          </w:r>
          <w:r>
            <w:t>. Dans tous les cas, prévenir l’USID rapidement.</w:t>
          </w:r>
        </w:p>
        <w:p w:rsidR="00210B52" w:rsidRDefault="00D57C4A" w:rsidP="00410AFD">
          <w:r>
            <w:t xml:space="preserve">(**) </w:t>
          </w:r>
          <w:r w:rsidRPr="00D57C4A">
            <w:t xml:space="preserve">Si problème (fuites, défectueux, périmés…), avertir </w:t>
          </w:r>
          <w:r>
            <w:t>l’</w:t>
          </w:r>
          <w:r w:rsidRPr="00D57C4A">
            <w:t xml:space="preserve">USID car autre marché </w:t>
          </w:r>
          <w:r>
            <w:t>pour ces types d’appareils</w:t>
          </w:r>
          <w:r w:rsidR="00210B52">
            <w:t>.</w:t>
          </w:r>
        </w:p>
        <w:p w:rsidR="00210B52" w:rsidRPr="00210B52" w:rsidRDefault="00872415" w:rsidP="00410AFD">
          <w:pPr>
            <w:rPr>
              <w:b/>
            </w:rPr>
          </w:pPr>
          <w:r>
            <w:rPr>
              <w:b/>
            </w:rPr>
            <w:t xml:space="preserve">(***) </w:t>
          </w:r>
          <w:r w:rsidR="00210B52" w:rsidRPr="00210B52">
            <w:rPr>
              <w:b/>
            </w:rPr>
            <w:t xml:space="preserve">Le titulaire n’aura pas à sa charge la levée des réserves émises par les bureaux de contrôle (CVPO) des </w:t>
          </w:r>
          <w:r w:rsidR="00165B26">
            <w:rPr>
              <w:b/>
            </w:rPr>
            <w:t>appareils</w:t>
          </w:r>
          <w:r w:rsidR="00210B52" w:rsidRPr="00210B52">
            <w:rPr>
              <w:b/>
            </w:rPr>
            <w:t xml:space="preserve"> et/ou domaines suivants</w:t>
          </w:r>
          <w:r w:rsidR="00165B26">
            <w:rPr>
              <w:b/>
            </w:rPr>
            <w:t xml:space="preserve">, sauf si ce dernier </w:t>
          </w:r>
          <w:r w:rsidR="00B23F27">
            <w:rPr>
              <w:b/>
            </w:rPr>
            <w:t>a</w:t>
          </w:r>
          <w:r w:rsidR="00165B26">
            <w:rPr>
              <w:b/>
            </w:rPr>
            <w:t xml:space="preserve"> procédé à un remplacement total d’un équipement (ex</w:t>
          </w:r>
          <w:r w:rsidR="00165B26">
            <w:rPr>
              <w:rFonts w:ascii="Calibri" w:hAnsi="Calibri" w:cs="Calibri"/>
              <w:b/>
            </w:rPr>
            <w:t> </w:t>
          </w:r>
          <w:r w:rsidR="00165B26">
            <w:rPr>
              <w:b/>
            </w:rPr>
            <w:t>: armoire BT)</w:t>
          </w:r>
          <w:r w:rsidR="00210B52" w:rsidRPr="00210B52">
            <w:rPr>
              <w:rFonts w:ascii="Calibri" w:hAnsi="Calibri" w:cs="Calibri"/>
              <w:b/>
            </w:rPr>
            <w:t> </w:t>
          </w:r>
          <w:r w:rsidR="00210B52" w:rsidRPr="00210B52">
            <w:rPr>
              <w:b/>
            </w:rPr>
            <w:t>:</w:t>
          </w:r>
        </w:p>
        <w:p w:rsidR="00D465E6" w:rsidRPr="00D465E6" w:rsidRDefault="00210B52" w:rsidP="00880331">
          <w:pPr>
            <w:pStyle w:val="Paragraphedeliste"/>
            <w:numPr>
              <w:ilvl w:val="0"/>
              <w:numId w:val="4"/>
            </w:numPr>
          </w:pPr>
          <w:r w:rsidRPr="009E7EEE">
            <w:rPr>
              <w:b/>
            </w:rPr>
            <w:t>Levage, électricité, ballons sous-pression, extincteurs, chaudières (gaz, fioul, électrique), portes et portails automatiques.</w:t>
          </w:r>
        </w:p>
        <w:p w:rsidR="00780D69" w:rsidRDefault="00D465E6" w:rsidP="00AD1F75">
          <w:r>
            <w:t>(****) En attente de liaison avec le centre de télégestion.</w:t>
          </w:r>
        </w:p>
      </w:sdtContent>
    </w:sdt>
    <w:p w:rsidR="00AD1F75" w:rsidRDefault="00AD1F75" w:rsidP="00AD1F75"/>
    <w:p w:rsidR="00AD1F75" w:rsidRPr="00AD1F75" w:rsidRDefault="00A60406" w:rsidP="00AD1F75">
      <w:r>
        <w:object w:dxaOrig="1538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9pt;height:89.65pt" o:ole="">
            <v:imagedata r:id="rId12" o:title=""/>
          </v:shape>
          <o:OLEObject Type="Embed" ProgID="Excel.Sheet.12" ShapeID="_x0000_i1025" DrawAspect="Icon" ObjectID="_1812273851" r:id="rId13"/>
        </w:object>
      </w:r>
    </w:p>
    <w:sectPr w:rsidR="00AD1F75" w:rsidRPr="00AD1F75" w:rsidSect="00AD1F75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3C" w:rsidRDefault="00543E3C" w:rsidP="00EA6B59">
      <w:pPr>
        <w:spacing w:after="0" w:line="240" w:lineRule="auto"/>
      </w:pPr>
      <w:r>
        <w:separator/>
      </w:r>
    </w:p>
  </w:endnote>
  <w:endnote w:type="continuationSeparator" w:id="0">
    <w:p w:rsidR="00543E3C" w:rsidRDefault="00543E3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065D43" w:rsidRDefault="00065D4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E3C">
          <w:rPr>
            <w:noProof/>
          </w:rPr>
          <w:t>1</w:t>
        </w:r>
        <w:r>
          <w:fldChar w:fldCharType="end"/>
        </w:r>
      </w:p>
    </w:sdtContent>
  </w:sdt>
  <w:p w:rsidR="00065D43" w:rsidRDefault="00065D43">
    <w:pPr>
      <w:pStyle w:val="Pieddepage"/>
    </w:pPr>
    <w:r>
      <w:t>ESID 25-188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9739629"/>
      <w:docPartObj>
        <w:docPartGallery w:val="Page Numbers (Bottom of Page)"/>
        <w:docPartUnique/>
      </w:docPartObj>
    </w:sdtPr>
    <w:sdtEndPr/>
    <w:sdtContent>
      <w:p w:rsidR="00065D43" w:rsidRDefault="00065D4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F75">
          <w:rPr>
            <w:noProof/>
          </w:rPr>
          <w:t>1</w:t>
        </w:r>
        <w:r>
          <w:fldChar w:fldCharType="end"/>
        </w:r>
      </w:p>
      <w:p w:rsidR="00065D43" w:rsidRDefault="00065D43" w:rsidP="004F7E18">
        <w:pPr>
          <w:pStyle w:val="Pieddepage"/>
        </w:pPr>
        <w:r>
          <w:t>ESID 25-188</w:t>
        </w:r>
      </w:p>
    </w:sdtContent>
  </w:sdt>
  <w:p w:rsidR="00065D43" w:rsidRDefault="00065D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3C" w:rsidRDefault="00543E3C" w:rsidP="00EA6B59">
      <w:pPr>
        <w:spacing w:after="0" w:line="240" w:lineRule="auto"/>
      </w:pPr>
      <w:r>
        <w:separator/>
      </w:r>
    </w:p>
  </w:footnote>
  <w:footnote w:type="continuationSeparator" w:id="0">
    <w:p w:rsidR="00543E3C" w:rsidRDefault="00543E3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72D" w:rsidRDefault="00AB472D" w:rsidP="00AB47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61312" behindDoc="0" locked="0" layoutInCell="1" allowOverlap="1" wp14:anchorId="51ED8953" wp14:editId="20BA2433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</w:r>
    <w:r w:rsidRPr="004259F4">
      <w:t>DAF_20</w:t>
    </w:r>
    <w:r>
      <w:t>25</w:t>
    </w:r>
    <w:r w:rsidRPr="004259F4">
      <w:t>_</w:t>
    </w:r>
    <w:r>
      <w:t>000956</w:t>
    </w:r>
  </w:p>
  <w:p w:rsidR="00AB472D" w:rsidRDefault="00AB47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D43" w:rsidRDefault="00065D43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</w:r>
    <w:r w:rsidRPr="004F7E18">
      <w:t>DAF_20</w:t>
    </w:r>
    <w:r>
      <w:t>25</w:t>
    </w:r>
    <w:r w:rsidRPr="004F7E18">
      <w:t>_</w:t>
    </w:r>
    <w:r>
      <w:t>000759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9A07910"/>
    <w:lvl w:ilvl="0">
      <w:start w:val="1"/>
      <w:numFmt w:val="decimal"/>
      <w:lvlText w:val="Article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544518"/>
    <w:multiLevelType w:val="hybridMultilevel"/>
    <w:tmpl w:val="F3B8643A"/>
    <w:lvl w:ilvl="0" w:tplc="C2C21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A54FA"/>
    <w:multiLevelType w:val="hybridMultilevel"/>
    <w:tmpl w:val="DBB06F10"/>
    <w:lvl w:ilvl="0" w:tplc="FFFFFFFF">
      <w:start w:val="1"/>
      <w:numFmt w:val="bullet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14"/>
        </w:tabs>
        <w:ind w:left="121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34"/>
        </w:tabs>
        <w:ind w:left="1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54"/>
        </w:tabs>
        <w:ind w:left="2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74"/>
        </w:tabs>
        <w:ind w:left="337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94"/>
        </w:tabs>
        <w:ind w:left="4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14"/>
        </w:tabs>
        <w:ind w:left="4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34"/>
        </w:tabs>
        <w:ind w:left="553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54"/>
        </w:tabs>
        <w:ind w:left="6254" w:hanging="360"/>
      </w:pPr>
      <w:rPr>
        <w:rFonts w:ascii="Wingdings" w:hAnsi="Wingdings" w:hint="default"/>
      </w:rPr>
    </w:lvl>
  </w:abstractNum>
  <w:abstractNum w:abstractNumId="3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BA1716"/>
    <w:multiLevelType w:val="hybridMultilevel"/>
    <w:tmpl w:val="DB4A3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A1878"/>
    <w:multiLevelType w:val="hybridMultilevel"/>
    <w:tmpl w:val="CE985C0E"/>
    <w:lvl w:ilvl="0" w:tplc="5FAE08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0712"/>
    <w:multiLevelType w:val="hybridMultilevel"/>
    <w:tmpl w:val="17C66E52"/>
    <w:lvl w:ilvl="0" w:tplc="EC3EADE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645607"/>
    <w:multiLevelType w:val="hybridMultilevel"/>
    <w:tmpl w:val="223013E4"/>
    <w:lvl w:ilvl="0" w:tplc="040C000B">
      <w:numFmt w:val="bullet"/>
      <w:pStyle w:val="puce1"/>
      <w:lvlText w:val="-"/>
      <w:lvlJc w:val="left"/>
      <w:pPr>
        <w:tabs>
          <w:tab w:val="num" w:pos="2391"/>
        </w:tabs>
        <w:ind w:left="239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8" w15:restartNumberingAfterBreak="0">
    <w:nsid w:val="102C19CC"/>
    <w:multiLevelType w:val="hybridMultilevel"/>
    <w:tmpl w:val="51FA63C6"/>
    <w:lvl w:ilvl="0" w:tplc="A9E8D5A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26472"/>
    <w:multiLevelType w:val="hybridMultilevel"/>
    <w:tmpl w:val="B4409578"/>
    <w:lvl w:ilvl="0" w:tplc="801427F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54D98"/>
    <w:multiLevelType w:val="singleLevel"/>
    <w:tmpl w:val="E65270F8"/>
    <w:lvl w:ilvl="0">
      <w:start w:val="1"/>
      <w:numFmt w:val="bullet"/>
      <w:pStyle w:val="numr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1E1F2B"/>
    <w:multiLevelType w:val="hybridMultilevel"/>
    <w:tmpl w:val="CF022C2E"/>
    <w:lvl w:ilvl="0" w:tplc="C2C2128C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B67DBD"/>
    <w:multiLevelType w:val="hybridMultilevel"/>
    <w:tmpl w:val="56E02B7C"/>
    <w:lvl w:ilvl="0" w:tplc="04B63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3959D6"/>
    <w:multiLevelType w:val="hybridMultilevel"/>
    <w:tmpl w:val="636E0434"/>
    <w:lvl w:ilvl="0" w:tplc="040C0003">
      <w:start w:val="11"/>
      <w:numFmt w:val="bullet"/>
      <w:lvlText w:val="-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14" w15:restartNumberingAfterBreak="0">
    <w:nsid w:val="1ABC5035"/>
    <w:multiLevelType w:val="hybridMultilevel"/>
    <w:tmpl w:val="5FCA2EA4"/>
    <w:lvl w:ilvl="0" w:tplc="C2C21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43B263F"/>
    <w:multiLevelType w:val="hybridMultilevel"/>
    <w:tmpl w:val="854402F2"/>
    <w:lvl w:ilvl="0" w:tplc="FFFFFFFF">
      <w:start w:val="1"/>
      <w:numFmt w:val="bullet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01609F"/>
    <w:multiLevelType w:val="hybridMultilevel"/>
    <w:tmpl w:val="863E9D70"/>
    <w:lvl w:ilvl="0" w:tplc="FFFFFFFF">
      <w:start w:val="1"/>
      <w:numFmt w:val="bullet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18" w15:restartNumberingAfterBreak="0">
    <w:nsid w:val="267B73A6"/>
    <w:multiLevelType w:val="hybridMultilevel"/>
    <w:tmpl w:val="70888732"/>
    <w:lvl w:ilvl="0" w:tplc="1F9E43C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7EA74AE"/>
    <w:multiLevelType w:val="hybridMultilevel"/>
    <w:tmpl w:val="EC5C13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6656EF"/>
    <w:multiLevelType w:val="hybridMultilevel"/>
    <w:tmpl w:val="6452FCDC"/>
    <w:lvl w:ilvl="0" w:tplc="D9F057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16917"/>
    <w:multiLevelType w:val="hybridMultilevel"/>
    <w:tmpl w:val="EDFEBD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6E4492"/>
    <w:multiLevelType w:val="hybridMultilevel"/>
    <w:tmpl w:val="A378E022"/>
    <w:lvl w:ilvl="0" w:tplc="5FAE08AA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BA325A9"/>
    <w:multiLevelType w:val="singleLevel"/>
    <w:tmpl w:val="C3040B32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24" w15:restartNumberingAfterBreak="0">
    <w:nsid w:val="3CB53783"/>
    <w:multiLevelType w:val="hybridMultilevel"/>
    <w:tmpl w:val="970E6508"/>
    <w:lvl w:ilvl="0" w:tplc="C2C21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41830E6A"/>
    <w:multiLevelType w:val="hybridMultilevel"/>
    <w:tmpl w:val="B008CC36"/>
    <w:lvl w:ilvl="0" w:tplc="03F41900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254B9"/>
    <w:multiLevelType w:val="multilevel"/>
    <w:tmpl w:val="216C8C68"/>
    <w:lvl w:ilvl="0">
      <w:start w:val="1"/>
      <w:numFmt w:val="decimal"/>
      <w:pStyle w:val="Annexe"/>
      <w:lvlText w:val="Annexe 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6321CA9"/>
    <w:multiLevelType w:val="hybridMultilevel"/>
    <w:tmpl w:val="7C508F16"/>
    <w:lvl w:ilvl="0" w:tplc="C2C21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73607"/>
    <w:multiLevelType w:val="hybridMultilevel"/>
    <w:tmpl w:val="FA286606"/>
    <w:lvl w:ilvl="0" w:tplc="5156B53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5156B532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9CD1327"/>
    <w:multiLevelType w:val="hybridMultilevel"/>
    <w:tmpl w:val="91F02E18"/>
    <w:lvl w:ilvl="0" w:tplc="5156B5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F50C9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7C162CC"/>
    <w:multiLevelType w:val="hybridMultilevel"/>
    <w:tmpl w:val="FA286606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5156B532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A0D6255"/>
    <w:multiLevelType w:val="hybridMultilevel"/>
    <w:tmpl w:val="EFF07FCC"/>
    <w:lvl w:ilvl="0" w:tplc="C2C21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8544B4"/>
    <w:multiLevelType w:val="hybridMultilevel"/>
    <w:tmpl w:val="CA4A10C4"/>
    <w:lvl w:ilvl="0" w:tplc="5156B5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615F3"/>
    <w:multiLevelType w:val="hybridMultilevel"/>
    <w:tmpl w:val="9A40F668"/>
    <w:lvl w:ilvl="0" w:tplc="FFFFFFFF">
      <w:start w:val="1"/>
      <w:numFmt w:val="bullet"/>
      <w:pStyle w:val="numr2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FA6901"/>
    <w:multiLevelType w:val="hybridMultilevel"/>
    <w:tmpl w:val="DFF2F94A"/>
    <w:lvl w:ilvl="0" w:tplc="2D00E4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F581D"/>
    <w:multiLevelType w:val="singleLevel"/>
    <w:tmpl w:val="9AAE7A1A"/>
    <w:lvl w:ilvl="0">
      <w:start w:val="2"/>
      <w:numFmt w:val="bullet"/>
      <w:pStyle w:val="numr3"/>
      <w:lvlText w:val="-"/>
      <w:lvlJc w:val="left"/>
      <w:pPr>
        <w:tabs>
          <w:tab w:val="num" w:pos="3337"/>
        </w:tabs>
        <w:ind w:left="3337" w:hanging="360"/>
      </w:pPr>
      <w:rPr>
        <w:rFonts w:ascii="Times New Roman" w:hAnsi="Times New Roman" w:hint="default"/>
      </w:rPr>
    </w:lvl>
  </w:abstractNum>
  <w:abstractNum w:abstractNumId="37" w15:restartNumberingAfterBreak="0">
    <w:nsid w:val="6A5F1FAD"/>
    <w:multiLevelType w:val="hybridMultilevel"/>
    <w:tmpl w:val="AB403698"/>
    <w:lvl w:ilvl="0" w:tplc="040C0001">
      <w:numFmt w:val="none"/>
      <w:lvlText w:val="-"/>
      <w:lvlJc w:val="left"/>
      <w:pPr>
        <w:tabs>
          <w:tab w:val="num" w:pos="340"/>
        </w:tabs>
        <w:ind w:left="397" w:hanging="227"/>
      </w:pPr>
      <w:rPr>
        <w:rFonts w:ascii="Roman PS" w:hAnsi="Roman PS" w:hint="default"/>
      </w:rPr>
    </w:lvl>
    <w:lvl w:ilvl="1" w:tplc="040C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numFmt w:val="none"/>
      <w:lvlText w:val="-"/>
      <w:lvlJc w:val="left"/>
      <w:pPr>
        <w:tabs>
          <w:tab w:val="num" w:pos="1447"/>
        </w:tabs>
        <w:ind w:left="1504" w:hanging="227"/>
      </w:pPr>
      <w:rPr>
        <w:rFonts w:ascii="Roman PS" w:hAnsi="Roman P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0C000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6A27E4"/>
    <w:multiLevelType w:val="hybridMultilevel"/>
    <w:tmpl w:val="E65C17D0"/>
    <w:lvl w:ilvl="0" w:tplc="617A1BE0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CA12C0"/>
    <w:multiLevelType w:val="hybridMultilevel"/>
    <w:tmpl w:val="BDCCEC1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66"/>
        </w:tabs>
        <w:ind w:left="6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26"/>
        </w:tabs>
        <w:ind w:left="28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46"/>
        </w:tabs>
        <w:ind w:left="35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66"/>
        </w:tabs>
        <w:ind w:left="42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86"/>
        </w:tabs>
        <w:ind w:left="49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06"/>
        </w:tabs>
        <w:ind w:left="5706" w:hanging="360"/>
      </w:pPr>
      <w:rPr>
        <w:rFonts w:ascii="Wingdings" w:hAnsi="Wingdings" w:hint="default"/>
      </w:rPr>
    </w:lvl>
  </w:abstractNum>
  <w:abstractNum w:abstractNumId="40" w15:restartNumberingAfterBreak="0">
    <w:nsid w:val="73ED0CAB"/>
    <w:multiLevelType w:val="hybridMultilevel"/>
    <w:tmpl w:val="43EE94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8158A"/>
    <w:multiLevelType w:val="multilevel"/>
    <w:tmpl w:val="251AA7E4"/>
    <w:lvl w:ilvl="0">
      <w:start w:val="1"/>
      <w:numFmt w:val="decimal"/>
      <w:pStyle w:val="Titre1a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E455FB1"/>
    <w:multiLevelType w:val="hybridMultilevel"/>
    <w:tmpl w:val="BBEE4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07A4C"/>
    <w:multiLevelType w:val="hybridMultilevel"/>
    <w:tmpl w:val="C3ECEA66"/>
    <w:lvl w:ilvl="0" w:tplc="53AECB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15"/>
  </w:num>
  <w:num w:numId="4">
    <w:abstractNumId w:val="38"/>
  </w:num>
  <w:num w:numId="5">
    <w:abstractNumId w:val="23"/>
  </w:num>
  <w:num w:numId="6">
    <w:abstractNumId w:val="26"/>
  </w:num>
  <w:num w:numId="7">
    <w:abstractNumId w:val="10"/>
  </w:num>
  <w:num w:numId="8">
    <w:abstractNumId w:val="34"/>
  </w:num>
  <w:num w:numId="9">
    <w:abstractNumId w:val="36"/>
  </w:num>
  <w:num w:numId="10">
    <w:abstractNumId w:val="7"/>
  </w:num>
  <w:num w:numId="11">
    <w:abstractNumId w:val="3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6"/>
  </w:num>
  <w:num w:numId="15">
    <w:abstractNumId w:val="31"/>
  </w:num>
  <w:num w:numId="16">
    <w:abstractNumId w:val="42"/>
  </w:num>
  <w:num w:numId="17">
    <w:abstractNumId w:val="29"/>
  </w:num>
  <w:num w:numId="18">
    <w:abstractNumId w:val="19"/>
  </w:num>
  <w:num w:numId="19">
    <w:abstractNumId w:val="33"/>
  </w:num>
  <w:num w:numId="20">
    <w:abstractNumId w:val="32"/>
  </w:num>
  <w:num w:numId="21">
    <w:abstractNumId w:val="40"/>
  </w:num>
  <w:num w:numId="22">
    <w:abstractNumId w:val="27"/>
  </w:num>
  <w:num w:numId="23">
    <w:abstractNumId w:val="1"/>
  </w:num>
  <w:num w:numId="24">
    <w:abstractNumId w:val="11"/>
  </w:num>
  <w:num w:numId="25">
    <w:abstractNumId w:val="24"/>
  </w:num>
  <w:num w:numId="26">
    <w:abstractNumId w:val="39"/>
  </w:num>
  <w:num w:numId="27">
    <w:abstractNumId w:val="28"/>
  </w:num>
  <w:num w:numId="28">
    <w:abstractNumId w:val="14"/>
  </w:num>
  <w:num w:numId="29">
    <w:abstractNumId w:val="5"/>
  </w:num>
  <w:num w:numId="30">
    <w:abstractNumId w:val="17"/>
  </w:num>
  <w:num w:numId="31">
    <w:abstractNumId w:val="2"/>
  </w:num>
  <w:num w:numId="32">
    <w:abstractNumId w:val="18"/>
  </w:num>
  <w:num w:numId="33">
    <w:abstractNumId w:val="22"/>
  </w:num>
  <w:num w:numId="34">
    <w:abstractNumId w:val="4"/>
  </w:num>
  <w:num w:numId="35">
    <w:abstractNumId w:val="37"/>
  </w:num>
  <w:num w:numId="36">
    <w:abstractNumId w:val="25"/>
  </w:num>
  <w:num w:numId="37">
    <w:abstractNumId w:val="13"/>
  </w:num>
  <w:num w:numId="38">
    <w:abstractNumId w:val="21"/>
  </w:num>
  <w:num w:numId="39">
    <w:abstractNumId w:val="12"/>
  </w:num>
  <w:num w:numId="40">
    <w:abstractNumId w:val="43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20"/>
  </w:num>
  <w:num w:numId="47">
    <w:abstractNumId w:val="35"/>
  </w:num>
  <w:num w:numId="48">
    <w:abstractNumId w:val="6"/>
  </w:num>
  <w:num w:numId="4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1116"/>
    <w:rsid w:val="00014319"/>
    <w:rsid w:val="0001770C"/>
    <w:rsid w:val="0002039B"/>
    <w:rsid w:val="00020A77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65D43"/>
    <w:rsid w:val="00067274"/>
    <w:rsid w:val="00073F35"/>
    <w:rsid w:val="00074261"/>
    <w:rsid w:val="000832D4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3472"/>
    <w:rsid w:val="00135BF5"/>
    <w:rsid w:val="00155227"/>
    <w:rsid w:val="0015741B"/>
    <w:rsid w:val="00165B26"/>
    <w:rsid w:val="00197AC5"/>
    <w:rsid w:val="001A4678"/>
    <w:rsid w:val="001A7FE7"/>
    <w:rsid w:val="001B4AD4"/>
    <w:rsid w:val="001B6330"/>
    <w:rsid w:val="001D647B"/>
    <w:rsid w:val="001E13D6"/>
    <w:rsid w:val="001E366E"/>
    <w:rsid w:val="001E72A0"/>
    <w:rsid w:val="001F248B"/>
    <w:rsid w:val="001F378F"/>
    <w:rsid w:val="001F545B"/>
    <w:rsid w:val="0020666C"/>
    <w:rsid w:val="00210B52"/>
    <w:rsid w:val="00211B4E"/>
    <w:rsid w:val="00211D29"/>
    <w:rsid w:val="0023454E"/>
    <w:rsid w:val="00241130"/>
    <w:rsid w:val="002476A1"/>
    <w:rsid w:val="00250321"/>
    <w:rsid w:val="00254B47"/>
    <w:rsid w:val="00260DA9"/>
    <w:rsid w:val="00262BB6"/>
    <w:rsid w:val="00267BD7"/>
    <w:rsid w:val="00283074"/>
    <w:rsid w:val="002A0B70"/>
    <w:rsid w:val="002A6799"/>
    <w:rsid w:val="002A7BE1"/>
    <w:rsid w:val="002B76E6"/>
    <w:rsid w:val="002C52BE"/>
    <w:rsid w:val="002D2FB6"/>
    <w:rsid w:val="00302298"/>
    <w:rsid w:val="00304E73"/>
    <w:rsid w:val="00312906"/>
    <w:rsid w:val="00313E59"/>
    <w:rsid w:val="003200C4"/>
    <w:rsid w:val="00321AA7"/>
    <w:rsid w:val="00331F9E"/>
    <w:rsid w:val="0033389E"/>
    <w:rsid w:val="00341EEF"/>
    <w:rsid w:val="003429B5"/>
    <w:rsid w:val="00353579"/>
    <w:rsid w:val="00365179"/>
    <w:rsid w:val="003727DA"/>
    <w:rsid w:val="00376660"/>
    <w:rsid w:val="003779ED"/>
    <w:rsid w:val="00394A67"/>
    <w:rsid w:val="00395686"/>
    <w:rsid w:val="003A164E"/>
    <w:rsid w:val="003B204E"/>
    <w:rsid w:val="003B455F"/>
    <w:rsid w:val="003C45DC"/>
    <w:rsid w:val="003D38B7"/>
    <w:rsid w:val="003E6FAA"/>
    <w:rsid w:val="004009E7"/>
    <w:rsid w:val="004014A7"/>
    <w:rsid w:val="00403987"/>
    <w:rsid w:val="0040404E"/>
    <w:rsid w:val="00410AFD"/>
    <w:rsid w:val="00412B51"/>
    <w:rsid w:val="004142E3"/>
    <w:rsid w:val="00420410"/>
    <w:rsid w:val="00424EB7"/>
    <w:rsid w:val="00431D7F"/>
    <w:rsid w:val="00432FF6"/>
    <w:rsid w:val="00440369"/>
    <w:rsid w:val="00443161"/>
    <w:rsid w:val="004465ED"/>
    <w:rsid w:val="004504DC"/>
    <w:rsid w:val="0045056B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C4344"/>
    <w:rsid w:val="004D09F9"/>
    <w:rsid w:val="004D527E"/>
    <w:rsid w:val="004E1069"/>
    <w:rsid w:val="004E38C1"/>
    <w:rsid w:val="004E5F9B"/>
    <w:rsid w:val="004E7CB6"/>
    <w:rsid w:val="004F2B7B"/>
    <w:rsid w:val="004F2E40"/>
    <w:rsid w:val="004F313A"/>
    <w:rsid w:val="004F61A1"/>
    <w:rsid w:val="004F6FD1"/>
    <w:rsid w:val="004F7E18"/>
    <w:rsid w:val="005027A3"/>
    <w:rsid w:val="00502994"/>
    <w:rsid w:val="00502DFB"/>
    <w:rsid w:val="00504ED4"/>
    <w:rsid w:val="00513CAC"/>
    <w:rsid w:val="00520509"/>
    <w:rsid w:val="005215E0"/>
    <w:rsid w:val="00532B4C"/>
    <w:rsid w:val="00543E3C"/>
    <w:rsid w:val="00561DF6"/>
    <w:rsid w:val="00563588"/>
    <w:rsid w:val="00567A1A"/>
    <w:rsid w:val="005779FA"/>
    <w:rsid w:val="00580A3D"/>
    <w:rsid w:val="005810C8"/>
    <w:rsid w:val="005866EA"/>
    <w:rsid w:val="00592674"/>
    <w:rsid w:val="00592D64"/>
    <w:rsid w:val="005A0B1A"/>
    <w:rsid w:val="005B10E0"/>
    <w:rsid w:val="005B20AE"/>
    <w:rsid w:val="005B737D"/>
    <w:rsid w:val="005C584E"/>
    <w:rsid w:val="005D5D11"/>
    <w:rsid w:val="005E7372"/>
    <w:rsid w:val="005F1279"/>
    <w:rsid w:val="005F445C"/>
    <w:rsid w:val="005F51D7"/>
    <w:rsid w:val="005F6470"/>
    <w:rsid w:val="0063678E"/>
    <w:rsid w:val="0064777B"/>
    <w:rsid w:val="0065060A"/>
    <w:rsid w:val="00651B4D"/>
    <w:rsid w:val="00652ABA"/>
    <w:rsid w:val="00654E35"/>
    <w:rsid w:val="006613DD"/>
    <w:rsid w:val="006626C3"/>
    <w:rsid w:val="00663429"/>
    <w:rsid w:val="00665859"/>
    <w:rsid w:val="0067331B"/>
    <w:rsid w:val="00675E5F"/>
    <w:rsid w:val="00675E8B"/>
    <w:rsid w:val="00680B3B"/>
    <w:rsid w:val="006947F8"/>
    <w:rsid w:val="006A0D6A"/>
    <w:rsid w:val="006A1A77"/>
    <w:rsid w:val="006A362B"/>
    <w:rsid w:val="006B4DE9"/>
    <w:rsid w:val="006B6B33"/>
    <w:rsid w:val="006B767A"/>
    <w:rsid w:val="006C3B18"/>
    <w:rsid w:val="006C3C97"/>
    <w:rsid w:val="006E72EE"/>
    <w:rsid w:val="006F348D"/>
    <w:rsid w:val="00700637"/>
    <w:rsid w:val="00701035"/>
    <w:rsid w:val="00703893"/>
    <w:rsid w:val="00704D92"/>
    <w:rsid w:val="0071039C"/>
    <w:rsid w:val="007159CA"/>
    <w:rsid w:val="00715E62"/>
    <w:rsid w:val="00726037"/>
    <w:rsid w:val="00727941"/>
    <w:rsid w:val="00735C46"/>
    <w:rsid w:val="0074290C"/>
    <w:rsid w:val="00744A8B"/>
    <w:rsid w:val="00746B79"/>
    <w:rsid w:val="007657C1"/>
    <w:rsid w:val="00765A60"/>
    <w:rsid w:val="00774C9E"/>
    <w:rsid w:val="0078046A"/>
    <w:rsid w:val="00780D69"/>
    <w:rsid w:val="00784833"/>
    <w:rsid w:val="00793052"/>
    <w:rsid w:val="00794516"/>
    <w:rsid w:val="007965CB"/>
    <w:rsid w:val="0079722F"/>
    <w:rsid w:val="007A07E6"/>
    <w:rsid w:val="007A4173"/>
    <w:rsid w:val="007A4271"/>
    <w:rsid w:val="007A6552"/>
    <w:rsid w:val="007B213D"/>
    <w:rsid w:val="007B42E0"/>
    <w:rsid w:val="007C18BA"/>
    <w:rsid w:val="007C2D7B"/>
    <w:rsid w:val="007C53C4"/>
    <w:rsid w:val="007C7503"/>
    <w:rsid w:val="007C7C8E"/>
    <w:rsid w:val="007E574A"/>
    <w:rsid w:val="007F2911"/>
    <w:rsid w:val="007F4204"/>
    <w:rsid w:val="007F7034"/>
    <w:rsid w:val="00800A0D"/>
    <w:rsid w:val="00801358"/>
    <w:rsid w:val="00826D76"/>
    <w:rsid w:val="00842245"/>
    <w:rsid w:val="00842FDA"/>
    <w:rsid w:val="00850969"/>
    <w:rsid w:val="008523F1"/>
    <w:rsid w:val="00852962"/>
    <w:rsid w:val="00867828"/>
    <w:rsid w:val="00872415"/>
    <w:rsid w:val="00873DD4"/>
    <w:rsid w:val="008750C9"/>
    <w:rsid w:val="00875379"/>
    <w:rsid w:val="00880331"/>
    <w:rsid w:val="00882C5A"/>
    <w:rsid w:val="00885DBC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C7F08"/>
    <w:rsid w:val="008D240A"/>
    <w:rsid w:val="008E2292"/>
    <w:rsid w:val="008E4307"/>
    <w:rsid w:val="00904184"/>
    <w:rsid w:val="00904AD4"/>
    <w:rsid w:val="00912B09"/>
    <w:rsid w:val="00925B24"/>
    <w:rsid w:val="00936F34"/>
    <w:rsid w:val="00942911"/>
    <w:rsid w:val="00942A94"/>
    <w:rsid w:val="00942CCB"/>
    <w:rsid w:val="00963918"/>
    <w:rsid w:val="009648F2"/>
    <w:rsid w:val="009736EA"/>
    <w:rsid w:val="009752E0"/>
    <w:rsid w:val="009773E3"/>
    <w:rsid w:val="00993C85"/>
    <w:rsid w:val="009A09DE"/>
    <w:rsid w:val="009A3E03"/>
    <w:rsid w:val="009A4AFE"/>
    <w:rsid w:val="009A4D96"/>
    <w:rsid w:val="009B134D"/>
    <w:rsid w:val="009B3C4B"/>
    <w:rsid w:val="009B7416"/>
    <w:rsid w:val="009C3205"/>
    <w:rsid w:val="009D4301"/>
    <w:rsid w:val="009E2D62"/>
    <w:rsid w:val="009E762F"/>
    <w:rsid w:val="009E7EEE"/>
    <w:rsid w:val="009F2578"/>
    <w:rsid w:val="009F6923"/>
    <w:rsid w:val="00A0545F"/>
    <w:rsid w:val="00A21334"/>
    <w:rsid w:val="00A21545"/>
    <w:rsid w:val="00A234D4"/>
    <w:rsid w:val="00A265AB"/>
    <w:rsid w:val="00A36B33"/>
    <w:rsid w:val="00A37F20"/>
    <w:rsid w:val="00A413FD"/>
    <w:rsid w:val="00A41986"/>
    <w:rsid w:val="00A5473E"/>
    <w:rsid w:val="00A547F6"/>
    <w:rsid w:val="00A60406"/>
    <w:rsid w:val="00A62094"/>
    <w:rsid w:val="00A74C07"/>
    <w:rsid w:val="00A774EA"/>
    <w:rsid w:val="00A9253C"/>
    <w:rsid w:val="00A934FF"/>
    <w:rsid w:val="00A97745"/>
    <w:rsid w:val="00AB472D"/>
    <w:rsid w:val="00AC4351"/>
    <w:rsid w:val="00AC5302"/>
    <w:rsid w:val="00AD1F75"/>
    <w:rsid w:val="00AD4367"/>
    <w:rsid w:val="00AE0672"/>
    <w:rsid w:val="00AE4899"/>
    <w:rsid w:val="00AF5528"/>
    <w:rsid w:val="00B0034A"/>
    <w:rsid w:val="00B03DAE"/>
    <w:rsid w:val="00B0784B"/>
    <w:rsid w:val="00B10CDB"/>
    <w:rsid w:val="00B125DF"/>
    <w:rsid w:val="00B13679"/>
    <w:rsid w:val="00B1789F"/>
    <w:rsid w:val="00B238F8"/>
    <w:rsid w:val="00B23F27"/>
    <w:rsid w:val="00B2741C"/>
    <w:rsid w:val="00B47966"/>
    <w:rsid w:val="00B54371"/>
    <w:rsid w:val="00B54BC4"/>
    <w:rsid w:val="00B6282F"/>
    <w:rsid w:val="00B7510A"/>
    <w:rsid w:val="00B85A33"/>
    <w:rsid w:val="00B9098A"/>
    <w:rsid w:val="00B94831"/>
    <w:rsid w:val="00BA6236"/>
    <w:rsid w:val="00BC3500"/>
    <w:rsid w:val="00BC69E5"/>
    <w:rsid w:val="00BD3548"/>
    <w:rsid w:val="00BD6ED3"/>
    <w:rsid w:val="00BE4040"/>
    <w:rsid w:val="00BF579A"/>
    <w:rsid w:val="00BF76A7"/>
    <w:rsid w:val="00C10ED3"/>
    <w:rsid w:val="00C15FC3"/>
    <w:rsid w:val="00C27EB8"/>
    <w:rsid w:val="00C32946"/>
    <w:rsid w:val="00C347F2"/>
    <w:rsid w:val="00C43174"/>
    <w:rsid w:val="00C44439"/>
    <w:rsid w:val="00C6345B"/>
    <w:rsid w:val="00C6454D"/>
    <w:rsid w:val="00C6763C"/>
    <w:rsid w:val="00C71602"/>
    <w:rsid w:val="00C74B79"/>
    <w:rsid w:val="00C8042C"/>
    <w:rsid w:val="00C82AE3"/>
    <w:rsid w:val="00C87F80"/>
    <w:rsid w:val="00C96EEA"/>
    <w:rsid w:val="00C97C59"/>
    <w:rsid w:val="00CA3057"/>
    <w:rsid w:val="00CA3F4C"/>
    <w:rsid w:val="00CA5953"/>
    <w:rsid w:val="00CB629B"/>
    <w:rsid w:val="00CC41CD"/>
    <w:rsid w:val="00CE722E"/>
    <w:rsid w:val="00CF06D8"/>
    <w:rsid w:val="00D0090A"/>
    <w:rsid w:val="00D0260B"/>
    <w:rsid w:val="00D07AE8"/>
    <w:rsid w:val="00D11A47"/>
    <w:rsid w:val="00D1322D"/>
    <w:rsid w:val="00D213BC"/>
    <w:rsid w:val="00D239D0"/>
    <w:rsid w:val="00D3307A"/>
    <w:rsid w:val="00D34126"/>
    <w:rsid w:val="00D35BCA"/>
    <w:rsid w:val="00D42FFE"/>
    <w:rsid w:val="00D465E6"/>
    <w:rsid w:val="00D47886"/>
    <w:rsid w:val="00D47953"/>
    <w:rsid w:val="00D5331B"/>
    <w:rsid w:val="00D5674B"/>
    <w:rsid w:val="00D57C4A"/>
    <w:rsid w:val="00D61232"/>
    <w:rsid w:val="00D6602F"/>
    <w:rsid w:val="00D71A45"/>
    <w:rsid w:val="00D7354B"/>
    <w:rsid w:val="00D73F5F"/>
    <w:rsid w:val="00D911DE"/>
    <w:rsid w:val="00DA75A3"/>
    <w:rsid w:val="00DA7EAA"/>
    <w:rsid w:val="00DD0B95"/>
    <w:rsid w:val="00DD14CD"/>
    <w:rsid w:val="00DD2E0E"/>
    <w:rsid w:val="00DE0DDC"/>
    <w:rsid w:val="00DE57AD"/>
    <w:rsid w:val="00DF05C2"/>
    <w:rsid w:val="00E012C2"/>
    <w:rsid w:val="00E0583F"/>
    <w:rsid w:val="00E37CB2"/>
    <w:rsid w:val="00E45982"/>
    <w:rsid w:val="00E471DF"/>
    <w:rsid w:val="00E47A3F"/>
    <w:rsid w:val="00E53AAF"/>
    <w:rsid w:val="00E64161"/>
    <w:rsid w:val="00E7280E"/>
    <w:rsid w:val="00E87AAE"/>
    <w:rsid w:val="00E9293E"/>
    <w:rsid w:val="00E970C0"/>
    <w:rsid w:val="00EA60CB"/>
    <w:rsid w:val="00EA6B59"/>
    <w:rsid w:val="00EC58AD"/>
    <w:rsid w:val="00ED583B"/>
    <w:rsid w:val="00EE10E8"/>
    <w:rsid w:val="00EE55D3"/>
    <w:rsid w:val="00EF0E16"/>
    <w:rsid w:val="00EF3B92"/>
    <w:rsid w:val="00F02DF2"/>
    <w:rsid w:val="00F17192"/>
    <w:rsid w:val="00F23173"/>
    <w:rsid w:val="00F24CC0"/>
    <w:rsid w:val="00F31FBC"/>
    <w:rsid w:val="00F35940"/>
    <w:rsid w:val="00F50542"/>
    <w:rsid w:val="00F5249B"/>
    <w:rsid w:val="00F5261B"/>
    <w:rsid w:val="00F54BBA"/>
    <w:rsid w:val="00F57581"/>
    <w:rsid w:val="00F604B4"/>
    <w:rsid w:val="00F62553"/>
    <w:rsid w:val="00F70072"/>
    <w:rsid w:val="00F76739"/>
    <w:rsid w:val="00F90C6C"/>
    <w:rsid w:val="00F94FB7"/>
    <w:rsid w:val="00FA048D"/>
    <w:rsid w:val="00FB2A16"/>
    <w:rsid w:val="00FB48C0"/>
    <w:rsid w:val="00FB6100"/>
    <w:rsid w:val="00FC2B57"/>
    <w:rsid w:val="00FC5F2D"/>
    <w:rsid w:val="00FC68EB"/>
    <w:rsid w:val="00FD0AAC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aliases w:val="Capitol"/>
    <w:basedOn w:val="Normal"/>
    <w:next w:val="Normal"/>
    <w:link w:val="Titre1Car"/>
    <w:qFormat/>
    <w:rsid w:val="00F62553"/>
    <w:pPr>
      <w:keepNext/>
      <w:keepLines/>
      <w:numPr>
        <w:numId w:val="2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aliases w:val="Subcapitol"/>
    <w:basedOn w:val="Normal"/>
    <w:next w:val="Normal"/>
    <w:link w:val="Titre2Car"/>
    <w:unhideWhenUsed/>
    <w:qFormat/>
    <w:rsid w:val="00D73F5F"/>
    <w:pPr>
      <w:keepNext/>
      <w:keepLines/>
      <w:numPr>
        <w:ilvl w:val="1"/>
        <w:numId w:val="2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D73F5F"/>
    <w:pPr>
      <w:keepNext/>
      <w:keepLines/>
      <w:numPr>
        <w:ilvl w:val="2"/>
        <w:numId w:val="2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D73F5F"/>
    <w:pPr>
      <w:keepNext/>
      <w:keepLines/>
      <w:numPr>
        <w:ilvl w:val="3"/>
        <w:numId w:val="2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nhideWhenUsed/>
    <w:qFormat/>
    <w:rsid w:val="00D73F5F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nhideWhenUsed/>
    <w:qFormat/>
    <w:rsid w:val="00055BC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nhideWhenUsed/>
    <w:qFormat/>
    <w:rsid w:val="00055BC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nhideWhenUsed/>
    <w:qFormat/>
    <w:rsid w:val="00055BC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055BC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Capitol Car"/>
    <w:basedOn w:val="Policepardfaut"/>
    <w:link w:val="Titre1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aliases w:val="Subcapitol Car"/>
    <w:basedOn w:val="Policepardfaut"/>
    <w:link w:val="Titre2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rsid w:val="00055BC9"/>
    <w:rPr>
      <w:rFonts w:asciiTheme="majorHAnsi" w:eastAsiaTheme="majorEastAsia" w:hAnsiTheme="majorHAnsi" w:cstheme="majorBidi"/>
      <w:color w:val="9E5E9B" w:themeColor="accent6"/>
      <w:sz w:val="20"/>
    </w:rPr>
  </w:style>
  <w:style w:type="character" w:customStyle="1" w:styleId="Titre7Car">
    <w:name w:val="Titre 7 Car"/>
    <w:basedOn w:val="Policepardfaut"/>
    <w:link w:val="Titre7"/>
    <w:rsid w:val="00055BC9"/>
    <w:rPr>
      <w:rFonts w:asciiTheme="majorHAnsi" w:eastAsiaTheme="majorEastAsia" w:hAnsiTheme="majorHAnsi" w:cstheme="majorBidi"/>
      <w:b/>
      <w:bCs/>
      <w:color w:val="9E5E9B" w:themeColor="accent6"/>
      <w:sz w:val="20"/>
    </w:rPr>
  </w:style>
  <w:style w:type="character" w:customStyle="1" w:styleId="Titre8Car">
    <w:name w:val="Titre 8 Car"/>
    <w:basedOn w:val="Policepardfaut"/>
    <w:link w:val="Titre8"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styleId="Lienhypertextesuivivisit">
    <w:name w:val="FollowedHyperlink"/>
    <w:basedOn w:val="Policepardfaut"/>
    <w:uiPriority w:val="99"/>
    <w:unhideWhenUsed/>
    <w:rsid w:val="00BF579A"/>
    <w:rPr>
      <w:color w:val="800080"/>
      <w:u w:val="single"/>
    </w:rPr>
  </w:style>
  <w:style w:type="paragraph" w:customStyle="1" w:styleId="msonormal0">
    <w:name w:val="msonormal"/>
    <w:basedOn w:val="Normal"/>
    <w:rsid w:val="00BF5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3">
    <w:name w:val="xl63"/>
    <w:basedOn w:val="Normal"/>
    <w:rsid w:val="00BF579A"/>
    <w:pPr>
      <w:shd w:val="clear" w:color="FFFFFF" w:fill="FFFFFF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customStyle="1" w:styleId="xl64">
    <w:name w:val="xl64"/>
    <w:basedOn w:val="Normal"/>
    <w:rsid w:val="00BF579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8FBFC"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customStyle="1" w:styleId="xl65">
    <w:name w:val="xl65"/>
    <w:basedOn w:val="Normal"/>
    <w:rsid w:val="00BF579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FFFFF"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customStyle="1" w:styleId="xl66">
    <w:name w:val="xl66"/>
    <w:basedOn w:val="Normal"/>
    <w:rsid w:val="00BF579A"/>
    <w:pPr>
      <w:pBdr>
        <w:top w:val="single" w:sz="4" w:space="0" w:color="3877A6"/>
        <w:left w:val="single" w:sz="4" w:space="0" w:color="3877A6"/>
        <w:bottom w:val="single" w:sz="4" w:space="0" w:color="A5A5B1"/>
        <w:right w:val="single" w:sz="4" w:space="0" w:color="3877A6"/>
      </w:pBdr>
      <w:shd w:val="clear" w:color="FFFFFF" w:fill="0B64A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fr-FR"/>
    </w:rPr>
  </w:style>
  <w:style w:type="paragraph" w:customStyle="1" w:styleId="xl67">
    <w:name w:val="xl67"/>
    <w:basedOn w:val="Normal"/>
    <w:rsid w:val="00BF579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8FBF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18"/>
      <w:szCs w:val="18"/>
      <w:lang w:eastAsia="fr-FR"/>
    </w:rPr>
  </w:style>
  <w:style w:type="paragraph" w:customStyle="1" w:styleId="xl68">
    <w:name w:val="xl68"/>
    <w:basedOn w:val="Normal"/>
    <w:rsid w:val="00BF579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xl69">
    <w:name w:val="xl69"/>
    <w:basedOn w:val="Normal"/>
    <w:rsid w:val="00D3307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8FBF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24"/>
      <w:szCs w:val="24"/>
      <w:lang w:eastAsia="fr-FR"/>
    </w:rPr>
  </w:style>
  <w:style w:type="paragraph" w:customStyle="1" w:styleId="xl70">
    <w:name w:val="xl70"/>
    <w:basedOn w:val="Normal"/>
    <w:rsid w:val="00D3307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66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88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6">
    <w:name w:val="toc 6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10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7">
    <w:name w:val="toc 7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32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8">
    <w:name w:val="toc 8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54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9">
    <w:name w:val="toc 9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76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retrait1">
    <w:name w:val="retrait1"/>
    <w:basedOn w:val="Normal"/>
    <w:rsid w:val="00FC68EB"/>
    <w:pPr>
      <w:keepLines/>
      <w:numPr>
        <w:numId w:val="5"/>
      </w:numPr>
      <w:suppressAutoHyphens/>
      <w:spacing w:before="60"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Annexe">
    <w:name w:val="Annexe"/>
    <w:basedOn w:val="Normal"/>
    <w:next w:val="Normal"/>
    <w:autoRedefine/>
    <w:rsid w:val="00FC68EB"/>
    <w:pPr>
      <w:keepNext/>
      <w:keepLines/>
      <w:numPr>
        <w:numId w:val="6"/>
      </w:numPr>
      <w:suppressAutoHyphens/>
      <w:spacing w:before="60" w:after="0" w:line="240" w:lineRule="auto"/>
      <w:jc w:val="center"/>
    </w:pPr>
    <w:rPr>
      <w:rFonts w:ascii="Times New Roman Gras" w:eastAsia="Times New Roman" w:hAnsi="Times New Roman Gras" w:cs="Times New Roman"/>
      <w:b/>
      <w:color w:val="FF0000"/>
      <w:sz w:val="24"/>
      <w:szCs w:val="20"/>
      <w:lang w:eastAsia="fr-FR"/>
    </w:rPr>
  </w:style>
  <w:style w:type="paragraph" w:customStyle="1" w:styleId="Titre1a">
    <w:name w:val="Titre 1a"/>
    <w:basedOn w:val="Titre1"/>
    <w:rsid w:val="00FC68EB"/>
    <w:pPr>
      <w:numPr>
        <w:numId w:val="1"/>
      </w:numPr>
      <w:tabs>
        <w:tab w:val="left" w:pos="1191"/>
      </w:tabs>
      <w:suppressAutoHyphens/>
      <w:spacing w:before="300" w:after="60"/>
    </w:pPr>
    <w:rPr>
      <w:rFonts w:ascii="Times New Roman Gras" w:eastAsia="Times New Roman" w:hAnsi="Times New Roman Gras" w:cs="Times New Roman"/>
      <w:color w:val="FF0000"/>
      <w:sz w:val="24"/>
      <w:szCs w:val="20"/>
      <w:u w:val="single"/>
      <w:lang w:eastAsia="fr-FR"/>
    </w:rPr>
  </w:style>
  <w:style w:type="paragraph" w:customStyle="1" w:styleId="Titrea">
    <w:name w:val="Titre a"/>
    <w:basedOn w:val="Titre1"/>
    <w:rsid w:val="00FC68EB"/>
    <w:pPr>
      <w:numPr>
        <w:numId w:val="0"/>
      </w:numPr>
      <w:tabs>
        <w:tab w:val="left" w:pos="1191"/>
      </w:tabs>
      <w:suppressAutoHyphens/>
      <w:spacing w:before="300" w:after="60"/>
      <w:ind w:left="432" w:hanging="432"/>
    </w:pPr>
    <w:rPr>
      <w:rFonts w:ascii="Times New Roman Gras" w:eastAsia="Times New Roman" w:hAnsi="Times New Roman Gras" w:cs="Times New Roman"/>
      <w:color w:val="FF0000"/>
      <w:sz w:val="24"/>
      <w:szCs w:val="20"/>
      <w:u w:val="single"/>
      <w:lang w:eastAsia="fr-FR"/>
    </w:rPr>
  </w:style>
  <w:style w:type="character" w:customStyle="1" w:styleId="WW8Num3z0">
    <w:name w:val="WW8Num3z0"/>
    <w:rsid w:val="00FC68EB"/>
    <w:rPr>
      <w:rFonts w:ascii="Wingdings" w:hAnsi="Wingdings"/>
    </w:rPr>
  </w:style>
  <w:style w:type="character" w:customStyle="1" w:styleId="WW8Num4z0">
    <w:name w:val="WW8Num4z0"/>
    <w:rsid w:val="00FC68EB"/>
    <w:rPr>
      <w:rFonts w:ascii="Symbol" w:hAnsi="Symbol"/>
      <w:sz w:val="18"/>
    </w:rPr>
  </w:style>
  <w:style w:type="character" w:customStyle="1" w:styleId="WW8Num7z0">
    <w:name w:val="WW8Num7z0"/>
    <w:rsid w:val="00FC68EB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FC68EB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2">
    <w:name w:val="WW8Num7z2"/>
    <w:rsid w:val="00FC68EB"/>
    <w:rPr>
      <w:rFonts w:ascii="Times New Roman" w:hAnsi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3">
    <w:name w:val="WW8Num7z3"/>
    <w:rsid w:val="00FC68EB"/>
    <w:rPr>
      <w:rFonts w:ascii="Times New Roman" w:hAnsi="Times New Roman"/>
      <w:b/>
      <w:i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sid w:val="00FC68EB"/>
    <w:rPr>
      <w:rFonts w:ascii="Symbol" w:hAnsi="Symbol"/>
    </w:rPr>
  </w:style>
  <w:style w:type="character" w:customStyle="1" w:styleId="WW8Num8z1">
    <w:name w:val="WW8Num8z1"/>
    <w:rsid w:val="00FC68EB"/>
    <w:rPr>
      <w:rFonts w:ascii="Courier New" w:hAnsi="Courier New"/>
    </w:rPr>
  </w:style>
  <w:style w:type="character" w:customStyle="1" w:styleId="WW8Num8z2">
    <w:name w:val="WW8Num8z2"/>
    <w:rsid w:val="00FC68EB"/>
    <w:rPr>
      <w:rFonts w:ascii="Wingdings" w:hAnsi="Wingdings"/>
    </w:rPr>
  </w:style>
  <w:style w:type="character" w:customStyle="1" w:styleId="Policepardfaut1">
    <w:name w:val="Police par défaut1"/>
    <w:rsid w:val="00FC68EB"/>
  </w:style>
  <w:style w:type="character" w:customStyle="1" w:styleId="Marquedecommentaire1">
    <w:name w:val="Marque de commentaire1"/>
    <w:rsid w:val="00FC68EB"/>
    <w:rPr>
      <w:b/>
      <w:bCs/>
      <w:color w:val="FF0000"/>
      <w:sz w:val="20"/>
      <w:szCs w:val="20"/>
    </w:rPr>
  </w:style>
  <w:style w:type="character" w:customStyle="1" w:styleId="Caractredenotedebasdepage">
    <w:name w:val="Caractère de note de bas de page"/>
    <w:rsid w:val="00FC68EB"/>
    <w:rPr>
      <w:vertAlign w:val="superscript"/>
    </w:rPr>
  </w:style>
  <w:style w:type="character" w:customStyle="1" w:styleId="Caractredenotedefin">
    <w:name w:val="Caractère de note de fin"/>
    <w:rsid w:val="00FC68EB"/>
  </w:style>
  <w:style w:type="paragraph" w:customStyle="1" w:styleId="Titre10">
    <w:name w:val="Titre1"/>
    <w:basedOn w:val="Normal"/>
    <w:next w:val="Corpsdetexte"/>
    <w:rsid w:val="00FC68EB"/>
    <w:pPr>
      <w:keepNext/>
      <w:keepLines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e">
    <w:name w:val="List"/>
    <w:basedOn w:val="Corpsdetexte"/>
    <w:rsid w:val="00FC68EB"/>
    <w:pPr>
      <w:keepLines/>
      <w:suppressAutoHyphens/>
      <w:spacing w:before="60" w:after="0" w:line="240" w:lineRule="auto"/>
      <w:jc w:val="left"/>
    </w:pPr>
    <w:rPr>
      <w:rFonts w:ascii="Times New Roman" w:eastAsia="Times New Roman" w:hAnsi="Times New Roman" w:cs="Tahoma"/>
      <w:sz w:val="22"/>
      <w:szCs w:val="22"/>
      <w:lang w:eastAsia="ar-SA"/>
    </w:rPr>
  </w:style>
  <w:style w:type="paragraph" w:customStyle="1" w:styleId="Lgende1">
    <w:name w:val="Légende1"/>
    <w:basedOn w:val="Normal"/>
    <w:rsid w:val="00FC68EB"/>
    <w:pPr>
      <w:keepLines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Rpertoire">
    <w:name w:val="Répertoire"/>
    <w:basedOn w:val="Normal"/>
    <w:rsid w:val="00FC68EB"/>
    <w:pPr>
      <w:keepLines/>
      <w:suppressLineNumbers/>
      <w:suppressAutoHyphens/>
      <w:spacing w:before="60" w:after="0" w:line="240" w:lineRule="auto"/>
    </w:pPr>
    <w:rPr>
      <w:rFonts w:ascii="Times New Roman" w:eastAsia="Times New Roman" w:hAnsi="Times New Roman" w:cs="Tahoma"/>
      <w:sz w:val="22"/>
      <w:szCs w:val="22"/>
      <w:lang w:eastAsia="ar-SA"/>
    </w:rPr>
  </w:style>
  <w:style w:type="paragraph" w:customStyle="1" w:styleId="Commentaire1">
    <w:name w:val="Commentaire1"/>
    <w:basedOn w:val="Normal"/>
    <w:rsid w:val="00FC68EB"/>
    <w:pPr>
      <w:keepLines/>
      <w:suppressAutoHyphens/>
      <w:spacing w:before="60"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xl24">
    <w:name w:val="xl24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5">
    <w:name w:val="xl25"/>
    <w:basedOn w:val="Normal"/>
    <w:rsid w:val="00FC68EB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6">
    <w:name w:val="xl26"/>
    <w:basedOn w:val="Normal"/>
    <w:rsid w:val="00FC68EB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7">
    <w:name w:val="xl27"/>
    <w:basedOn w:val="Normal"/>
    <w:rsid w:val="00FC68EB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8">
    <w:name w:val="xl28"/>
    <w:basedOn w:val="Normal"/>
    <w:rsid w:val="00FC68EB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9">
    <w:name w:val="xl29"/>
    <w:basedOn w:val="Normal"/>
    <w:rsid w:val="00FC68EB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0">
    <w:name w:val="xl30"/>
    <w:basedOn w:val="Normal"/>
    <w:rsid w:val="00FC68EB"/>
    <w:pPr>
      <w:pBdr>
        <w:top w:val="double" w:sz="1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1">
    <w:name w:val="xl31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2">
    <w:name w:val="xl32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3">
    <w:name w:val="xl33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4">
    <w:name w:val="xl34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5">
    <w:name w:val="xl35"/>
    <w:basedOn w:val="Normal"/>
    <w:rsid w:val="00FC68EB"/>
    <w:pPr>
      <w:pBdr>
        <w:top w:val="double" w:sz="1" w:space="0" w:color="000000"/>
        <w:left w:val="double" w:sz="1" w:space="0" w:color="000000"/>
        <w:bottom w:val="double" w:sz="1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6">
    <w:name w:val="xl36"/>
    <w:basedOn w:val="Normal"/>
    <w:rsid w:val="00FC68EB"/>
    <w:pPr>
      <w:pBdr>
        <w:top w:val="double" w:sz="1" w:space="0" w:color="000000"/>
        <w:bottom w:val="double" w:sz="1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7">
    <w:name w:val="xl37"/>
    <w:basedOn w:val="Normal"/>
    <w:rsid w:val="00FC68EB"/>
    <w:pPr>
      <w:pBdr>
        <w:top w:val="double" w:sz="1" w:space="0" w:color="000000"/>
        <w:bottom w:val="double" w:sz="1" w:space="0" w:color="000000"/>
        <w:right w:val="double" w:sz="1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8">
    <w:name w:val="xl38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9">
    <w:name w:val="xl39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0">
    <w:name w:val="xl40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1">
    <w:name w:val="xl41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2">
    <w:name w:val="xl42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3">
    <w:name w:val="xl43"/>
    <w:basedOn w:val="Normal"/>
    <w:rsid w:val="00FC68EB"/>
    <w:pPr>
      <w:pBdr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4">
    <w:name w:val="xl44"/>
    <w:basedOn w:val="Normal"/>
    <w:rsid w:val="00FC68EB"/>
    <w:pPr>
      <w:pBdr>
        <w:left w:val="single" w:sz="4" w:space="0" w:color="000000"/>
        <w:bottom w:val="double" w:sz="1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5">
    <w:name w:val="xl45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6">
    <w:name w:val="xl46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7">
    <w:name w:val="xl47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8">
    <w:name w:val="xl48"/>
    <w:basedOn w:val="Normal"/>
    <w:rsid w:val="00FC68EB"/>
    <w:pPr>
      <w:pBdr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9">
    <w:name w:val="xl49"/>
    <w:basedOn w:val="Normal"/>
    <w:rsid w:val="00FC68EB"/>
    <w:pPr>
      <w:pBdr>
        <w:top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50">
    <w:name w:val="xl50"/>
    <w:basedOn w:val="Normal"/>
    <w:rsid w:val="00FC68EB"/>
    <w:pPr>
      <w:pBdr>
        <w:top w:val="double" w:sz="1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abledesmatiresniveau10">
    <w:name w:val="Table des matières niveau 10"/>
    <w:basedOn w:val="Rpertoire"/>
    <w:rsid w:val="00FC68EB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rsid w:val="00FC68EB"/>
    <w:pPr>
      <w:keepLines/>
      <w:suppressLineNumbers/>
      <w:suppressAutoHyphens/>
      <w:spacing w:before="60" w:after="0" w:line="240" w:lineRule="auto"/>
    </w:pPr>
    <w:rPr>
      <w:rFonts w:ascii="Times New Roman" w:eastAsia="Times New Roman" w:hAnsi="Times New Roman" w:cs="Times New Roman"/>
      <w:sz w:val="22"/>
      <w:szCs w:val="22"/>
      <w:lang w:eastAsia="ar-SA"/>
    </w:rPr>
  </w:style>
  <w:style w:type="paragraph" w:customStyle="1" w:styleId="Titredetableau">
    <w:name w:val="Titre de tableau"/>
    <w:basedOn w:val="Contenudetableau"/>
    <w:rsid w:val="00FC68EB"/>
    <w:pPr>
      <w:jc w:val="center"/>
    </w:pPr>
    <w:rPr>
      <w:b/>
      <w:bCs/>
    </w:rPr>
  </w:style>
  <w:style w:type="paragraph" w:styleId="Retraitcorpsdetexte">
    <w:name w:val="Body Text Indent"/>
    <w:basedOn w:val="Normal"/>
    <w:link w:val="RetraitcorpsdetexteCar"/>
    <w:rsid w:val="00FC68EB"/>
    <w:pPr>
      <w:keepLines/>
      <w:suppressAutoHyphens/>
      <w:spacing w:before="60" w:after="120" w:line="240" w:lineRule="auto"/>
      <w:ind w:left="283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C68EB"/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FC68EB"/>
    <w:pPr>
      <w:keepLines/>
      <w:shd w:val="clear" w:color="auto" w:fill="000080"/>
      <w:suppressAutoHyphens/>
      <w:spacing w:before="60" w:after="0" w:line="240" w:lineRule="auto"/>
    </w:pPr>
    <w:rPr>
      <w:rFonts w:ascii="Tahoma" w:eastAsia="Times New Roman" w:hAnsi="Tahoma" w:cs="Tahoma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C68E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Titre1b">
    <w:name w:val="Titre 1b"/>
    <w:basedOn w:val="Titre1"/>
    <w:rsid w:val="00FC68EB"/>
    <w:pPr>
      <w:numPr>
        <w:numId w:val="0"/>
      </w:numPr>
      <w:tabs>
        <w:tab w:val="num" w:pos="1080"/>
        <w:tab w:val="left" w:pos="1191"/>
      </w:tabs>
      <w:suppressAutoHyphens/>
      <w:spacing w:before="300" w:after="60"/>
    </w:pPr>
    <w:rPr>
      <w:rFonts w:ascii="Times New Roman Gras" w:eastAsia="Times New Roman" w:hAnsi="Times New Roman Gras" w:cs="Times New Roman"/>
      <w:color w:val="FF000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rsid w:val="00FC68EB"/>
  </w:style>
  <w:style w:type="paragraph" w:customStyle="1" w:styleId="Titreb">
    <w:name w:val="Titre b"/>
    <w:basedOn w:val="Normal"/>
    <w:rsid w:val="00FC68EB"/>
    <w:pPr>
      <w:keepNext/>
      <w:keepLines/>
      <w:tabs>
        <w:tab w:val="num" w:pos="0"/>
        <w:tab w:val="left" w:pos="567"/>
      </w:tabs>
      <w:suppressAutoHyphens/>
      <w:spacing w:before="180" w:after="0" w:line="240" w:lineRule="auto"/>
      <w:outlineLvl w:val="1"/>
    </w:pPr>
    <w:rPr>
      <w:rFonts w:ascii="Times New Roman" w:eastAsia="Times New Roman" w:hAnsi="Times New Roman" w:cs="Times New Roman"/>
      <w:b/>
      <w:color w:val="000080"/>
      <w:sz w:val="24"/>
      <w:szCs w:val="20"/>
      <w:lang w:eastAsia="fr-FR"/>
    </w:rPr>
  </w:style>
  <w:style w:type="paragraph" w:customStyle="1" w:styleId="Titre2a">
    <w:name w:val="Titre 2a"/>
    <w:basedOn w:val="Titre2"/>
    <w:rsid w:val="00FC68EB"/>
    <w:pPr>
      <w:keepLines w:val="0"/>
      <w:numPr>
        <w:ilvl w:val="0"/>
        <w:numId w:val="0"/>
      </w:numPr>
      <w:tabs>
        <w:tab w:val="num" w:pos="0"/>
      </w:tabs>
      <w:spacing w:after="60" w:line="276" w:lineRule="auto"/>
      <w:jc w:val="left"/>
    </w:pPr>
    <w:rPr>
      <w:rFonts w:ascii="Times New Roman" w:eastAsia="Times New Roman" w:hAnsi="Times New Roman" w:cs="Times New Roman"/>
      <w:color w:val="000080"/>
      <w:sz w:val="24"/>
      <w:szCs w:val="20"/>
      <w:lang w:eastAsia="fr-FR"/>
    </w:rPr>
  </w:style>
  <w:style w:type="paragraph" w:styleId="Notedefin">
    <w:name w:val="endnote text"/>
    <w:basedOn w:val="Normal"/>
    <w:link w:val="NotedefinCar"/>
    <w:rsid w:val="00FC68EB"/>
    <w:pPr>
      <w:keepLines/>
      <w:suppressAutoHyphens/>
      <w:spacing w:before="60"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rsid w:val="00FC68E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rsid w:val="00FC68EB"/>
    <w:rPr>
      <w:vertAlign w:val="superscript"/>
    </w:rPr>
  </w:style>
  <w:style w:type="paragraph" w:styleId="TitreTR">
    <w:name w:val="toa heading"/>
    <w:basedOn w:val="Normal"/>
    <w:next w:val="Normal"/>
    <w:semiHidden/>
    <w:rsid w:val="00FC68EB"/>
    <w:pPr>
      <w:keepLines/>
      <w:suppressAutoHyphens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para3">
    <w:name w:val="para 3"/>
    <w:basedOn w:val="Normal"/>
    <w:rsid w:val="00FC68EB"/>
    <w:pPr>
      <w:spacing w:before="120" w:after="0" w:line="240" w:lineRule="auto"/>
      <w:ind w:left="1134"/>
    </w:pPr>
    <w:rPr>
      <w:rFonts w:ascii="Arial Narrow" w:eastAsia="Times New Roman" w:hAnsi="Arial Narrow" w:cs="Times New Roman"/>
      <w:sz w:val="22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FC68EB"/>
    <w:pPr>
      <w:keepLines/>
      <w:suppressAutoHyphens/>
      <w:spacing w:before="60" w:after="120" w:line="480" w:lineRule="auto"/>
      <w:ind w:left="283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C68EB"/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para2">
    <w:name w:val="para 2"/>
    <w:basedOn w:val="Normal"/>
    <w:rsid w:val="00FC68EB"/>
    <w:pPr>
      <w:spacing w:before="120" w:after="0" w:line="240" w:lineRule="auto"/>
      <w:ind w:left="709"/>
    </w:pPr>
    <w:rPr>
      <w:rFonts w:ascii="Arial" w:eastAsia="Times New Roman" w:hAnsi="Arial" w:cs="Times New Roman"/>
      <w:szCs w:val="20"/>
      <w:lang w:eastAsia="fr-FR"/>
    </w:rPr>
  </w:style>
  <w:style w:type="paragraph" w:customStyle="1" w:styleId="para4">
    <w:name w:val="para 4"/>
    <w:rsid w:val="00FC68EB"/>
    <w:pPr>
      <w:spacing w:before="60" w:after="60" w:line="240" w:lineRule="auto"/>
      <w:ind w:left="1560"/>
      <w:jc w:val="both"/>
    </w:pPr>
    <w:rPr>
      <w:rFonts w:ascii="Arial Narrow" w:eastAsia="Times New Roman" w:hAnsi="Arial Narrow" w:cs="Times New Roman"/>
      <w:noProof/>
      <w:sz w:val="22"/>
      <w:szCs w:val="20"/>
      <w:lang w:eastAsia="fr-FR"/>
    </w:rPr>
  </w:style>
  <w:style w:type="paragraph" w:customStyle="1" w:styleId="para5">
    <w:name w:val="para5"/>
    <w:basedOn w:val="para4"/>
    <w:rsid w:val="00FC68EB"/>
    <w:pPr>
      <w:ind w:left="1843"/>
    </w:pPr>
    <w:rPr>
      <w:noProof w:val="0"/>
    </w:rPr>
  </w:style>
  <w:style w:type="paragraph" w:customStyle="1" w:styleId="numr5">
    <w:name w:val="énumér5"/>
    <w:basedOn w:val="Normal"/>
    <w:rsid w:val="00FC68EB"/>
    <w:pPr>
      <w:numPr>
        <w:numId w:val="7"/>
      </w:numPr>
      <w:tabs>
        <w:tab w:val="left" w:pos="2268"/>
      </w:tabs>
      <w:spacing w:before="60" w:after="0" w:line="240" w:lineRule="auto"/>
      <w:ind w:right="11"/>
    </w:pPr>
    <w:rPr>
      <w:rFonts w:ascii="Arial Narrow" w:eastAsia="Times New Roman" w:hAnsi="Arial Narrow" w:cs="Times New Roman"/>
      <w:i/>
      <w:sz w:val="22"/>
      <w:szCs w:val="20"/>
      <w:lang w:eastAsia="fr-FR"/>
    </w:rPr>
  </w:style>
  <w:style w:type="paragraph" w:customStyle="1" w:styleId="numr2">
    <w:name w:val="énumér2"/>
    <w:basedOn w:val="Normal"/>
    <w:rsid w:val="00FC68EB"/>
    <w:pPr>
      <w:numPr>
        <w:numId w:val="8"/>
      </w:numPr>
      <w:tabs>
        <w:tab w:val="left" w:pos="2268"/>
      </w:tabs>
      <w:spacing w:before="40" w:after="0" w:line="240" w:lineRule="auto"/>
    </w:pPr>
    <w:rPr>
      <w:rFonts w:ascii="Arial Narrow" w:eastAsia="Times New Roman" w:hAnsi="Arial Narrow" w:cs="Times New Roman"/>
      <w:sz w:val="22"/>
      <w:szCs w:val="20"/>
      <w:lang w:eastAsia="fr-FR"/>
    </w:rPr>
  </w:style>
  <w:style w:type="paragraph" w:customStyle="1" w:styleId="Objet">
    <w:name w:val="Objet"/>
    <w:basedOn w:val="Normal"/>
    <w:rsid w:val="00FC68EB"/>
    <w:pPr>
      <w:tabs>
        <w:tab w:val="left" w:pos="3828"/>
      </w:tabs>
      <w:spacing w:after="0" w:line="240" w:lineRule="auto"/>
      <w:ind w:left="3969" w:hanging="1701"/>
      <w:jc w:val="left"/>
    </w:pPr>
    <w:rPr>
      <w:rFonts w:ascii="Arial" w:eastAsia="Times New Roman" w:hAnsi="Arial" w:cs="Arial"/>
      <w:color w:val="000000"/>
      <w:sz w:val="22"/>
      <w:szCs w:val="22"/>
      <w:lang w:eastAsia="fr-FR"/>
    </w:rPr>
  </w:style>
  <w:style w:type="paragraph" w:customStyle="1" w:styleId="numr3">
    <w:name w:val="énumér3"/>
    <w:basedOn w:val="Normal"/>
    <w:semiHidden/>
    <w:rsid w:val="00FC68EB"/>
    <w:pPr>
      <w:numPr>
        <w:numId w:val="9"/>
      </w:numPr>
      <w:tabs>
        <w:tab w:val="clear" w:pos="3337"/>
        <w:tab w:val="left" w:pos="1418"/>
        <w:tab w:val="left" w:pos="2268"/>
      </w:tabs>
      <w:spacing w:before="60" w:after="0" w:line="240" w:lineRule="auto"/>
      <w:ind w:left="1418" w:hanging="284"/>
    </w:pPr>
    <w:rPr>
      <w:rFonts w:ascii="Arial Narrow" w:eastAsia="Times New Roman" w:hAnsi="Arial Narrow" w:cs="Times New Roman"/>
      <w:sz w:val="22"/>
      <w:szCs w:val="20"/>
      <w:lang w:eastAsia="fr-FR"/>
    </w:rPr>
  </w:style>
  <w:style w:type="paragraph" w:customStyle="1" w:styleId="puce1">
    <w:name w:val="puce 1"/>
    <w:basedOn w:val="Normal"/>
    <w:semiHidden/>
    <w:rsid w:val="00FC68EB"/>
    <w:pPr>
      <w:numPr>
        <w:numId w:val="10"/>
      </w:numPr>
      <w:tabs>
        <w:tab w:val="left" w:pos="720"/>
        <w:tab w:val="left" w:pos="1287"/>
        <w:tab w:val="left" w:pos="1631"/>
      </w:tabs>
      <w:spacing w:after="0" w:line="240" w:lineRule="auto"/>
      <w:jc w:val="left"/>
    </w:pPr>
    <w:rPr>
      <w:rFonts w:ascii="Tahoma" w:eastAsia="Times New Roman" w:hAnsi="Tahoma" w:cs="Times New Roman"/>
      <w:sz w:val="24"/>
      <w:szCs w:val="20"/>
      <w:lang w:eastAsia="fr-FR"/>
    </w:rPr>
  </w:style>
  <w:style w:type="paragraph" w:styleId="Retraitnormal">
    <w:name w:val="Normal Indent"/>
    <w:basedOn w:val="Normal"/>
    <w:rsid w:val="00FC68E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FC68EB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FC68EB"/>
  </w:style>
  <w:style w:type="paragraph" w:customStyle="1" w:styleId="xl71">
    <w:name w:val="xl71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2">
    <w:name w:val="xl72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73">
    <w:name w:val="xl73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74">
    <w:name w:val="xl74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5">
    <w:name w:val="xl75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6">
    <w:name w:val="xl76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77">
    <w:name w:val="xl77"/>
    <w:basedOn w:val="Normal"/>
    <w:rsid w:val="00FC68EB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8">
    <w:name w:val="xl78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9">
    <w:name w:val="xl79"/>
    <w:basedOn w:val="Normal"/>
    <w:rsid w:val="00FC68EB"/>
    <w:pP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0">
    <w:name w:val="xl80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1">
    <w:name w:val="xl81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82">
    <w:name w:val="xl82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3">
    <w:name w:val="xl83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4">
    <w:name w:val="xl84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5">
    <w:name w:val="xl85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Feuille_de_calcul_Microsoft_Excel.xlsx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39E50E-F036-43FA-9970-75310D780C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89ACC-B2E6-495D-B309-C468B9843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91C88B-F331-4AB0-83B2-B8911FDB0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3294CD-8B64-4101-A5E1-6A760A03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25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CE MINDEF</cp:lastModifiedBy>
  <cp:revision>5</cp:revision>
  <dcterms:created xsi:type="dcterms:W3CDTF">2025-06-05T09:28:00Z</dcterms:created>
  <dcterms:modified xsi:type="dcterms:W3CDTF">2025-06-24T10:38:00Z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